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74848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4F2CC03B" w14:textId="77777777" w:rsidR="00411592" w:rsidRDefault="00411592" w:rsidP="00411592">
      <w:pPr>
        <w:spacing w:line="276" w:lineRule="auto"/>
      </w:pPr>
    </w:p>
    <w:p w14:paraId="02D77B9E" w14:textId="77777777" w:rsidR="00411592" w:rsidRPr="00411592" w:rsidRDefault="00B55E2D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Radioactive Decay of “</w:t>
      </w:r>
      <w:proofErr w:type="spellStart"/>
      <w:r>
        <w:rPr>
          <w:b/>
          <w:sz w:val="44"/>
          <w:szCs w:val="44"/>
        </w:rPr>
        <w:t>Pennium</w:t>
      </w:r>
      <w:proofErr w:type="spellEnd"/>
      <w:r>
        <w:rPr>
          <w:b/>
          <w:sz w:val="44"/>
          <w:szCs w:val="44"/>
        </w:rPr>
        <w:t>”</w:t>
      </w:r>
    </w:p>
    <w:p w14:paraId="1FAE0A42" w14:textId="77777777" w:rsidR="00411592" w:rsidRPr="00B55E2D" w:rsidRDefault="00411592" w:rsidP="00411592">
      <w:pPr>
        <w:spacing w:line="276" w:lineRule="auto"/>
        <w:rPr>
          <w:rFonts w:ascii="Calibri" w:hAnsi="Calibri"/>
          <w:sz w:val="22"/>
          <w:szCs w:val="22"/>
        </w:rPr>
      </w:pPr>
    </w:p>
    <w:p w14:paraId="72CC3FBF" w14:textId="77777777" w:rsidR="00B55E2D" w:rsidRPr="00B55E2D" w:rsidRDefault="00B55E2D" w:rsidP="00B55E2D">
      <w:pPr>
        <w:rPr>
          <w:rFonts w:ascii="Calibri" w:eastAsia="Times New Roman" w:hAnsi="Calibri" w:cs="Times New Roman"/>
          <w:i/>
          <w:sz w:val="22"/>
          <w:szCs w:val="22"/>
        </w:rPr>
      </w:pPr>
      <w:r w:rsidRPr="00B55E2D">
        <w:rPr>
          <w:rFonts w:ascii="Calibri" w:eastAsia="Times New Roman" w:hAnsi="Calibri" w:cs="Times New Roman"/>
          <w:i/>
          <w:sz w:val="22"/>
          <w:szCs w:val="22"/>
        </w:rPr>
        <w:t xml:space="preserve">This simulation provides examples of the rates at which radioactive isotopes decay. </w:t>
      </w:r>
    </w:p>
    <w:p w14:paraId="20B674F4" w14:textId="77777777" w:rsidR="00411592" w:rsidRPr="00B55E2D" w:rsidRDefault="00411592" w:rsidP="00411592">
      <w:pPr>
        <w:spacing w:line="276" w:lineRule="auto"/>
        <w:rPr>
          <w:rFonts w:ascii="Calibri" w:hAnsi="Calibri"/>
          <w:sz w:val="22"/>
          <w:szCs w:val="22"/>
        </w:rPr>
      </w:pPr>
    </w:p>
    <w:p w14:paraId="12B18425" w14:textId="78FF4560" w:rsidR="00B55E2D" w:rsidRPr="00B55E2D" w:rsidRDefault="00207B19" w:rsidP="00B55E2D">
      <w:pPr>
        <w:rPr>
          <w:rFonts w:ascii="Calibri" w:eastAsia="Times New Roman" w:hAnsi="Calibri" w:cs="Times New Roman"/>
          <w:b/>
          <w:sz w:val="22"/>
          <w:szCs w:val="22"/>
          <w:u w:val="single"/>
        </w:rPr>
      </w:pPr>
      <w:r>
        <w:rPr>
          <w:rFonts w:ascii="Calibri" w:eastAsia="Times New Roman" w:hAnsi="Calibri" w:cs="Times New Roman"/>
          <w:b/>
          <w:sz w:val="22"/>
          <w:szCs w:val="22"/>
          <w:u w:val="single"/>
        </w:rPr>
        <w:t>Procedure 1: 4</w:t>
      </w:r>
      <w:r w:rsidR="00B55E2D" w:rsidRPr="00B55E2D">
        <w:rPr>
          <w:rFonts w:ascii="Calibri" w:eastAsia="Times New Roman" w:hAnsi="Calibri" w:cs="Times New Roman"/>
          <w:b/>
          <w:sz w:val="22"/>
          <w:szCs w:val="22"/>
          <w:u w:val="single"/>
        </w:rPr>
        <w:t>0 ATOMS OF PENNIUM</w:t>
      </w:r>
    </w:p>
    <w:p w14:paraId="3F272834" w14:textId="76944F1D" w:rsidR="00B55E2D" w:rsidRPr="00B55E2D" w:rsidRDefault="00207B19" w:rsidP="00B55E2D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sz w:val="22"/>
          <w:szCs w:val="22"/>
        </w:rPr>
      </w:pPr>
      <w:r>
        <w:rPr>
          <w:rFonts w:ascii="Calibri" w:eastAsia="Times New Roman" w:hAnsi="Calibri" w:cs="Times New Roman"/>
          <w:sz w:val="22"/>
          <w:szCs w:val="22"/>
        </w:rPr>
        <w:t>Place 4</w:t>
      </w:r>
      <w:r w:rsidR="00B55E2D" w:rsidRPr="00B55E2D">
        <w:rPr>
          <w:rFonts w:ascii="Calibri" w:eastAsia="Times New Roman" w:hAnsi="Calibri" w:cs="Times New Roman"/>
          <w:sz w:val="22"/>
          <w:szCs w:val="22"/>
        </w:rPr>
        <w:t>0 atoms of PENNIUM (pennies) in the bag.</w:t>
      </w:r>
    </w:p>
    <w:p w14:paraId="5C3E2589" w14:textId="77777777" w:rsidR="00B55E2D" w:rsidRPr="00B55E2D" w:rsidRDefault="00B55E2D" w:rsidP="00B55E2D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sz w:val="22"/>
          <w:szCs w:val="22"/>
        </w:rPr>
      </w:pPr>
      <w:r w:rsidRPr="00B55E2D">
        <w:rPr>
          <w:rFonts w:ascii="Calibri" w:eastAsia="Times New Roman" w:hAnsi="Calibri" w:cs="Times New Roman"/>
          <w:sz w:val="22"/>
          <w:szCs w:val="22"/>
        </w:rPr>
        <w:t>Seal the bag and gently shake for 10 seconds.</w:t>
      </w:r>
    </w:p>
    <w:p w14:paraId="5732E005" w14:textId="77777777" w:rsidR="00B55E2D" w:rsidRPr="00B55E2D" w:rsidRDefault="00B55E2D" w:rsidP="00B55E2D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sz w:val="22"/>
          <w:szCs w:val="22"/>
        </w:rPr>
      </w:pPr>
      <w:r w:rsidRPr="00B55E2D">
        <w:rPr>
          <w:rFonts w:ascii="Calibri" w:eastAsia="Times New Roman" w:hAnsi="Calibri" w:cs="Times New Roman"/>
          <w:sz w:val="22"/>
          <w:szCs w:val="22"/>
        </w:rPr>
        <w:t xml:space="preserve">Gently pour out pennies onto the desk. </w:t>
      </w:r>
    </w:p>
    <w:p w14:paraId="55C90532" w14:textId="77777777" w:rsidR="00B55E2D" w:rsidRPr="00B55E2D" w:rsidRDefault="00B55E2D" w:rsidP="00B55E2D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sz w:val="22"/>
          <w:szCs w:val="22"/>
        </w:rPr>
      </w:pPr>
      <w:r w:rsidRPr="00B55E2D">
        <w:rPr>
          <w:rFonts w:ascii="Calibri" w:eastAsia="Times New Roman" w:hAnsi="Calibri" w:cs="Times New Roman"/>
          <w:sz w:val="22"/>
          <w:szCs w:val="22"/>
        </w:rPr>
        <w:t xml:space="preserve">When you pour them out, count the atoms with “tails” showing – these atoms have “decayed.” </w:t>
      </w:r>
    </w:p>
    <w:p w14:paraId="1BD91FCA" w14:textId="77777777" w:rsidR="00B55E2D" w:rsidRPr="00B55E2D" w:rsidRDefault="00B55E2D" w:rsidP="00B55E2D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sz w:val="22"/>
          <w:szCs w:val="22"/>
        </w:rPr>
      </w:pPr>
      <w:r w:rsidRPr="00B55E2D">
        <w:rPr>
          <w:rFonts w:ascii="Calibri" w:eastAsia="Times New Roman" w:hAnsi="Calibri" w:cs="Times New Roman"/>
          <w:sz w:val="22"/>
          <w:szCs w:val="22"/>
        </w:rPr>
        <w:t xml:space="preserve">Return only the pennies with the “heads” up back to the bag. Reseal the bag. </w:t>
      </w:r>
    </w:p>
    <w:p w14:paraId="73A54CF0" w14:textId="77777777" w:rsidR="00B55E2D" w:rsidRPr="00B55E2D" w:rsidRDefault="00B55E2D" w:rsidP="00B55E2D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sz w:val="22"/>
          <w:szCs w:val="22"/>
        </w:rPr>
      </w:pPr>
      <w:r w:rsidRPr="00B55E2D">
        <w:rPr>
          <w:rFonts w:ascii="Calibri" w:eastAsia="Times New Roman" w:hAnsi="Calibri" w:cs="Times New Roman"/>
          <w:sz w:val="22"/>
          <w:szCs w:val="22"/>
        </w:rPr>
        <w:t xml:space="preserve">Set the “tails” pennies aside. </w:t>
      </w:r>
    </w:p>
    <w:p w14:paraId="27859B1C" w14:textId="77777777" w:rsidR="00B55E2D" w:rsidRPr="00B55E2D" w:rsidRDefault="00B55E2D" w:rsidP="00B55E2D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sz w:val="22"/>
          <w:szCs w:val="22"/>
        </w:rPr>
      </w:pPr>
      <w:r w:rsidRPr="00B55E2D">
        <w:rPr>
          <w:rFonts w:ascii="Calibri" w:eastAsia="Times New Roman" w:hAnsi="Calibri" w:cs="Times New Roman"/>
          <w:sz w:val="22"/>
          <w:szCs w:val="22"/>
        </w:rPr>
        <w:t xml:space="preserve">Gently shake the sealed bag for 10 seconds and repeat the above procedure. </w:t>
      </w:r>
    </w:p>
    <w:p w14:paraId="4B9C47D4" w14:textId="77777777" w:rsidR="00B55E2D" w:rsidRPr="00B55E2D" w:rsidRDefault="00B55E2D" w:rsidP="00B55E2D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sz w:val="22"/>
          <w:szCs w:val="22"/>
        </w:rPr>
      </w:pPr>
      <w:r w:rsidRPr="00B55E2D">
        <w:rPr>
          <w:rFonts w:ascii="Calibri" w:eastAsia="Times New Roman" w:hAnsi="Calibri" w:cs="Times New Roman"/>
          <w:sz w:val="22"/>
          <w:szCs w:val="22"/>
        </w:rPr>
        <w:t>Continue shaking, counting, and setting aside pennies until all the atoms have decayed.</w:t>
      </w:r>
    </w:p>
    <w:p w14:paraId="457C74DE" w14:textId="77777777" w:rsidR="00B55E2D" w:rsidRDefault="00B55E2D" w:rsidP="00B55E2D">
      <w:pPr>
        <w:rPr>
          <w:rFonts w:ascii="Calibri" w:eastAsia="Times New Roman" w:hAnsi="Calibri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B55E2D" w14:paraId="2FD93400" w14:textId="77777777" w:rsidTr="00B55E2D">
        <w:tc>
          <w:tcPr>
            <w:tcW w:w="2517" w:type="dxa"/>
          </w:tcPr>
          <w:p w14:paraId="529C5538" w14:textId="77777777" w:rsidR="00B55E2D" w:rsidRPr="00B55E2D" w:rsidRDefault="00B55E2D" w:rsidP="00B55E2D">
            <w:pPr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>Half-life number</w:t>
            </w:r>
          </w:p>
        </w:tc>
        <w:tc>
          <w:tcPr>
            <w:tcW w:w="2517" w:type="dxa"/>
          </w:tcPr>
          <w:p w14:paraId="527E26C0" w14:textId="77777777" w:rsidR="00B55E2D" w:rsidRPr="00B55E2D" w:rsidRDefault="00B55E2D" w:rsidP="00B55E2D">
            <w:pPr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>Total time (sec)</w:t>
            </w:r>
          </w:p>
        </w:tc>
        <w:tc>
          <w:tcPr>
            <w:tcW w:w="2518" w:type="dxa"/>
          </w:tcPr>
          <w:p w14:paraId="4CA172AF" w14:textId="5B328CB8" w:rsidR="00B55E2D" w:rsidRPr="00B55E2D" w:rsidRDefault="00207B19" w:rsidP="00B55E2D">
            <w:pPr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</w:rPr>
              <w:t>Total n</w:t>
            </w:r>
            <w:r w:rsidR="00B55E2D"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>umber of decayed atoms</w:t>
            </w:r>
          </w:p>
        </w:tc>
        <w:tc>
          <w:tcPr>
            <w:tcW w:w="2518" w:type="dxa"/>
          </w:tcPr>
          <w:p w14:paraId="68B982BB" w14:textId="5C3D0CF7" w:rsidR="00B55E2D" w:rsidRPr="00B55E2D" w:rsidRDefault="00207B19" w:rsidP="00B55E2D">
            <w:pPr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</w:rPr>
              <w:t>Total n</w:t>
            </w:r>
            <w:r w:rsidR="00B55E2D"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 xml:space="preserve">umber of </w:t>
            </w:r>
            <w:proofErr w:type="spellStart"/>
            <w:r w:rsidR="00B55E2D"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>undecayed</w:t>
            </w:r>
            <w:proofErr w:type="spellEnd"/>
            <w:r w:rsidR="00B55E2D"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 xml:space="preserve"> atoms</w:t>
            </w:r>
          </w:p>
        </w:tc>
      </w:tr>
      <w:tr w:rsidR="00B55E2D" w14:paraId="5EA9B290" w14:textId="77777777" w:rsidTr="00B55E2D">
        <w:tc>
          <w:tcPr>
            <w:tcW w:w="2517" w:type="dxa"/>
          </w:tcPr>
          <w:p w14:paraId="3AACA557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0</w:t>
            </w:r>
          </w:p>
        </w:tc>
        <w:tc>
          <w:tcPr>
            <w:tcW w:w="2517" w:type="dxa"/>
          </w:tcPr>
          <w:p w14:paraId="0C4FBD12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0</w:t>
            </w:r>
          </w:p>
        </w:tc>
        <w:tc>
          <w:tcPr>
            <w:tcW w:w="2518" w:type="dxa"/>
          </w:tcPr>
          <w:p w14:paraId="6A15136F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0</w:t>
            </w:r>
          </w:p>
        </w:tc>
        <w:tc>
          <w:tcPr>
            <w:tcW w:w="2518" w:type="dxa"/>
          </w:tcPr>
          <w:p w14:paraId="4597767F" w14:textId="0C9B4465" w:rsidR="00B55E2D" w:rsidRDefault="00207B19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40</w:t>
            </w:r>
          </w:p>
        </w:tc>
      </w:tr>
      <w:tr w:rsidR="00B55E2D" w14:paraId="7FEC5F24" w14:textId="77777777" w:rsidTr="00B55E2D">
        <w:tc>
          <w:tcPr>
            <w:tcW w:w="2517" w:type="dxa"/>
          </w:tcPr>
          <w:p w14:paraId="2F3422A5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1</w:t>
            </w:r>
          </w:p>
        </w:tc>
        <w:tc>
          <w:tcPr>
            <w:tcW w:w="2517" w:type="dxa"/>
          </w:tcPr>
          <w:p w14:paraId="7E21CFBB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722B372F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7EF108D2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686E44E8" w14:textId="77777777" w:rsidTr="00B55E2D">
        <w:tc>
          <w:tcPr>
            <w:tcW w:w="2517" w:type="dxa"/>
          </w:tcPr>
          <w:p w14:paraId="2A0AD5DA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  <w:tc>
          <w:tcPr>
            <w:tcW w:w="2517" w:type="dxa"/>
          </w:tcPr>
          <w:p w14:paraId="7CBAC3B7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23F3342D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44255D04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0B9AE8AF" w14:textId="77777777" w:rsidTr="00B55E2D">
        <w:tc>
          <w:tcPr>
            <w:tcW w:w="2517" w:type="dxa"/>
          </w:tcPr>
          <w:p w14:paraId="69566C0B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3</w:t>
            </w:r>
          </w:p>
        </w:tc>
        <w:tc>
          <w:tcPr>
            <w:tcW w:w="2517" w:type="dxa"/>
          </w:tcPr>
          <w:p w14:paraId="337BD430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30880862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6DB6745C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614F09AC" w14:textId="77777777" w:rsidTr="00B55E2D">
        <w:tc>
          <w:tcPr>
            <w:tcW w:w="2517" w:type="dxa"/>
          </w:tcPr>
          <w:p w14:paraId="50DD2D68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4</w:t>
            </w:r>
          </w:p>
        </w:tc>
        <w:tc>
          <w:tcPr>
            <w:tcW w:w="2517" w:type="dxa"/>
          </w:tcPr>
          <w:p w14:paraId="5023D296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09529C3D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4140782C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2E5C7B9C" w14:textId="77777777" w:rsidTr="00B55E2D">
        <w:tc>
          <w:tcPr>
            <w:tcW w:w="2517" w:type="dxa"/>
          </w:tcPr>
          <w:p w14:paraId="3032F596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5</w:t>
            </w:r>
          </w:p>
        </w:tc>
        <w:tc>
          <w:tcPr>
            <w:tcW w:w="2517" w:type="dxa"/>
          </w:tcPr>
          <w:p w14:paraId="2E0436C3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72B5A450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3D6D8A39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70A92C45" w14:textId="77777777" w:rsidTr="00B55E2D">
        <w:tc>
          <w:tcPr>
            <w:tcW w:w="2517" w:type="dxa"/>
          </w:tcPr>
          <w:p w14:paraId="2CFECD6A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6</w:t>
            </w:r>
          </w:p>
        </w:tc>
        <w:tc>
          <w:tcPr>
            <w:tcW w:w="2517" w:type="dxa"/>
          </w:tcPr>
          <w:p w14:paraId="461B28C2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1AF77EBC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23C5A720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5370EBA3" w14:textId="77777777" w:rsidTr="00B55E2D">
        <w:tc>
          <w:tcPr>
            <w:tcW w:w="2517" w:type="dxa"/>
          </w:tcPr>
          <w:p w14:paraId="2514555E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7</w:t>
            </w:r>
          </w:p>
        </w:tc>
        <w:tc>
          <w:tcPr>
            <w:tcW w:w="2517" w:type="dxa"/>
          </w:tcPr>
          <w:p w14:paraId="181BCC32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7D7553DB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191EF385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0C007B63" w14:textId="77777777" w:rsidTr="00B55E2D">
        <w:tc>
          <w:tcPr>
            <w:tcW w:w="2517" w:type="dxa"/>
          </w:tcPr>
          <w:p w14:paraId="2E0CC081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8</w:t>
            </w:r>
          </w:p>
        </w:tc>
        <w:tc>
          <w:tcPr>
            <w:tcW w:w="2517" w:type="dxa"/>
          </w:tcPr>
          <w:p w14:paraId="3A41EB1B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0DE54746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2FEC0174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6A12AD54" w14:textId="77777777" w:rsidTr="00B55E2D">
        <w:tc>
          <w:tcPr>
            <w:tcW w:w="2517" w:type="dxa"/>
          </w:tcPr>
          <w:p w14:paraId="098A39F1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9</w:t>
            </w:r>
          </w:p>
        </w:tc>
        <w:tc>
          <w:tcPr>
            <w:tcW w:w="2517" w:type="dxa"/>
          </w:tcPr>
          <w:p w14:paraId="16DD9624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4DD59069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1511E1DE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1FE5F570" w14:textId="77777777" w:rsidTr="00B55E2D">
        <w:tc>
          <w:tcPr>
            <w:tcW w:w="2517" w:type="dxa"/>
          </w:tcPr>
          <w:p w14:paraId="69906BBF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10</w:t>
            </w:r>
          </w:p>
        </w:tc>
        <w:tc>
          <w:tcPr>
            <w:tcW w:w="2517" w:type="dxa"/>
          </w:tcPr>
          <w:p w14:paraId="64825E5E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786B3022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43228F73" w14:textId="77777777" w:rsidR="00B55E2D" w:rsidRDefault="00B55E2D" w:rsidP="00B55E2D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</w:tbl>
    <w:p w14:paraId="5405882D" w14:textId="77777777" w:rsidR="00B55E2D" w:rsidRPr="00B55E2D" w:rsidRDefault="00B55E2D" w:rsidP="00B55E2D">
      <w:pPr>
        <w:rPr>
          <w:rFonts w:ascii="Calibri" w:eastAsia="Times New Roman" w:hAnsi="Calibri" w:cs="Times New Roman"/>
          <w:sz w:val="22"/>
          <w:szCs w:val="22"/>
        </w:rPr>
      </w:pPr>
    </w:p>
    <w:p w14:paraId="734612EA" w14:textId="6C4356A6" w:rsidR="00B55E2D" w:rsidRPr="00B55E2D" w:rsidRDefault="00207B19" w:rsidP="00B55E2D">
      <w:pPr>
        <w:rPr>
          <w:rFonts w:ascii="Calibri" w:eastAsia="Times New Roman" w:hAnsi="Calibri" w:cs="Times New Roman"/>
          <w:b/>
          <w:sz w:val="22"/>
          <w:szCs w:val="22"/>
          <w:u w:val="single"/>
        </w:rPr>
      </w:pPr>
      <w:r>
        <w:rPr>
          <w:rFonts w:ascii="Calibri" w:eastAsia="Times New Roman" w:hAnsi="Calibri" w:cs="Times New Roman"/>
          <w:b/>
          <w:sz w:val="22"/>
          <w:szCs w:val="22"/>
          <w:u w:val="single"/>
        </w:rPr>
        <w:t>Procedure 2: 2</w:t>
      </w:r>
      <w:r w:rsidR="00B55E2D" w:rsidRPr="00B55E2D">
        <w:rPr>
          <w:rFonts w:ascii="Calibri" w:eastAsia="Times New Roman" w:hAnsi="Calibri" w:cs="Times New Roman"/>
          <w:b/>
          <w:sz w:val="22"/>
          <w:szCs w:val="22"/>
          <w:u w:val="single"/>
        </w:rPr>
        <w:t>0 ATOMS OF PENNIUM</w:t>
      </w:r>
    </w:p>
    <w:p w14:paraId="6250A2C7" w14:textId="77777777" w:rsidR="00B55E2D" w:rsidRPr="00B55E2D" w:rsidRDefault="00B55E2D" w:rsidP="00B55E2D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sz w:val="22"/>
          <w:szCs w:val="22"/>
        </w:rPr>
      </w:pPr>
      <w:r w:rsidRPr="00B55E2D">
        <w:rPr>
          <w:rFonts w:ascii="Calibri" w:eastAsia="Times New Roman" w:hAnsi="Calibri" w:cs="Times New Roman"/>
          <w:sz w:val="22"/>
          <w:szCs w:val="22"/>
        </w:rPr>
        <w:t>Repeat Procedure 1 above, but this time use 20 atoms of PENNIUM (pennies) and shake the bag for 5 seconds between pouring instead of 10 seconds.</w:t>
      </w:r>
    </w:p>
    <w:p w14:paraId="4A818B3A" w14:textId="77777777" w:rsidR="00B55E2D" w:rsidRPr="00B55E2D" w:rsidRDefault="00B55E2D" w:rsidP="00B55E2D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sz w:val="22"/>
          <w:szCs w:val="22"/>
        </w:rPr>
      </w:pPr>
      <w:r w:rsidRPr="00B55E2D">
        <w:rPr>
          <w:rFonts w:ascii="Calibri" w:eastAsia="Times New Roman" w:hAnsi="Calibri" w:cs="Times New Roman"/>
          <w:sz w:val="22"/>
          <w:szCs w:val="22"/>
        </w:rPr>
        <w:t xml:space="preserve">Graph the number of </w:t>
      </w:r>
      <w:proofErr w:type="spellStart"/>
      <w:r w:rsidRPr="00B55E2D">
        <w:rPr>
          <w:rFonts w:ascii="Calibri" w:eastAsia="Times New Roman" w:hAnsi="Calibri" w:cs="Times New Roman"/>
          <w:sz w:val="22"/>
          <w:szCs w:val="22"/>
        </w:rPr>
        <w:t>undecayed</w:t>
      </w:r>
      <w:proofErr w:type="spellEnd"/>
      <w:r w:rsidRPr="00B55E2D">
        <w:rPr>
          <w:rFonts w:ascii="Calibri" w:eastAsia="Times New Roman" w:hAnsi="Calibri" w:cs="Times New Roman"/>
          <w:sz w:val="22"/>
          <w:szCs w:val="22"/>
        </w:rPr>
        <w:t xml:space="preserve"> atoms vs. time.</w:t>
      </w:r>
    </w:p>
    <w:p w14:paraId="66C70F3A" w14:textId="77777777" w:rsidR="00B55E2D" w:rsidRDefault="00B55E2D" w:rsidP="00B55E2D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sz w:val="22"/>
          <w:szCs w:val="22"/>
        </w:rPr>
      </w:pPr>
      <w:r w:rsidRPr="00B55E2D">
        <w:rPr>
          <w:rFonts w:ascii="Calibri" w:eastAsia="Times New Roman" w:hAnsi="Calibri" w:cs="Times New Roman"/>
          <w:sz w:val="22"/>
          <w:szCs w:val="22"/>
        </w:rPr>
        <w:t>Answer all of the questions on your lab sheet.</w:t>
      </w:r>
    </w:p>
    <w:p w14:paraId="7DA01821" w14:textId="77777777" w:rsidR="00B55E2D" w:rsidRDefault="00B55E2D" w:rsidP="00B55E2D">
      <w:pPr>
        <w:rPr>
          <w:rFonts w:ascii="Calibri" w:eastAsia="Times New Roman" w:hAnsi="Calibri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207B19" w:rsidRPr="00B55E2D" w14:paraId="65911343" w14:textId="77777777" w:rsidTr="00B55E2D">
        <w:trPr>
          <w:tblHeader/>
        </w:trPr>
        <w:tc>
          <w:tcPr>
            <w:tcW w:w="2517" w:type="dxa"/>
          </w:tcPr>
          <w:p w14:paraId="01CAB80E" w14:textId="78FA6D38" w:rsidR="00207B19" w:rsidRPr="00B55E2D" w:rsidRDefault="00207B19" w:rsidP="000563D2">
            <w:pPr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>Half-life number</w:t>
            </w:r>
          </w:p>
        </w:tc>
        <w:tc>
          <w:tcPr>
            <w:tcW w:w="2517" w:type="dxa"/>
          </w:tcPr>
          <w:p w14:paraId="5903B38C" w14:textId="4D8A9BA1" w:rsidR="00207B19" w:rsidRPr="00B55E2D" w:rsidRDefault="00207B19" w:rsidP="000563D2">
            <w:pPr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>Total time (sec)</w:t>
            </w:r>
          </w:p>
        </w:tc>
        <w:tc>
          <w:tcPr>
            <w:tcW w:w="2518" w:type="dxa"/>
          </w:tcPr>
          <w:p w14:paraId="7E0BE01E" w14:textId="4E79DD9C" w:rsidR="00207B19" w:rsidRPr="00B55E2D" w:rsidRDefault="00207B19" w:rsidP="000563D2">
            <w:pPr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</w:rPr>
              <w:t>Total n</w:t>
            </w:r>
            <w:r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>umber of decayed atoms</w:t>
            </w:r>
          </w:p>
        </w:tc>
        <w:tc>
          <w:tcPr>
            <w:tcW w:w="2518" w:type="dxa"/>
          </w:tcPr>
          <w:p w14:paraId="28A1E313" w14:textId="545D807D" w:rsidR="00207B19" w:rsidRPr="00B55E2D" w:rsidRDefault="00207B19" w:rsidP="000563D2">
            <w:pPr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  <w:szCs w:val="22"/>
              </w:rPr>
              <w:t>Total n</w:t>
            </w:r>
            <w:r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 xml:space="preserve">umber of </w:t>
            </w:r>
            <w:proofErr w:type="spellStart"/>
            <w:r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>undecayed</w:t>
            </w:r>
            <w:proofErr w:type="spellEnd"/>
            <w:r w:rsidRPr="00B55E2D">
              <w:rPr>
                <w:rFonts w:ascii="Calibri" w:eastAsia="Times New Roman" w:hAnsi="Calibri" w:cs="Times New Roman"/>
                <w:b/>
                <w:sz w:val="22"/>
                <w:szCs w:val="22"/>
              </w:rPr>
              <w:t xml:space="preserve"> atoms</w:t>
            </w:r>
          </w:p>
        </w:tc>
      </w:tr>
      <w:tr w:rsidR="00B55E2D" w14:paraId="44B4B9F9" w14:textId="77777777" w:rsidTr="000563D2">
        <w:tc>
          <w:tcPr>
            <w:tcW w:w="2517" w:type="dxa"/>
          </w:tcPr>
          <w:p w14:paraId="099CD67F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0</w:t>
            </w:r>
          </w:p>
        </w:tc>
        <w:tc>
          <w:tcPr>
            <w:tcW w:w="2517" w:type="dxa"/>
          </w:tcPr>
          <w:p w14:paraId="60DD81DA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0</w:t>
            </w:r>
          </w:p>
        </w:tc>
        <w:tc>
          <w:tcPr>
            <w:tcW w:w="2518" w:type="dxa"/>
          </w:tcPr>
          <w:p w14:paraId="2CCB7F7C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0</w:t>
            </w:r>
          </w:p>
        </w:tc>
        <w:tc>
          <w:tcPr>
            <w:tcW w:w="2518" w:type="dxa"/>
          </w:tcPr>
          <w:p w14:paraId="15E6721F" w14:textId="632DDB86" w:rsidR="00B55E2D" w:rsidRDefault="00207B19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20</w:t>
            </w:r>
          </w:p>
        </w:tc>
      </w:tr>
      <w:tr w:rsidR="00B55E2D" w14:paraId="7A7075EC" w14:textId="77777777" w:rsidTr="000563D2">
        <w:tc>
          <w:tcPr>
            <w:tcW w:w="2517" w:type="dxa"/>
          </w:tcPr>
          <w:p w14:paraId="644F4D76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1</w:t>
            </w:r>
          </w:p>
        </w:tc>
        <w:tc>
          <w:tcPr>
            <w:tcW w:w="2517" w:type="dxa"/>
          </w:tcPr>
          <w:p w14:paraId="515B970F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41BF0991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58DEE7D3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7060E3A3" w14:textId="77777777" w:rsidTr="000563D2">
        <w:tc>
          <w:tcPr>
            <w:tcW w:w="2517" w:type="dxa"/>
          </w:tcPr>
          <w:p w14:paraId="4768CAA2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  <w:tc>
          <w:tcPr>
            <w:tcW w:w="2517" w:type="dxa"/>
          </w:tcPr>
          <w:p w14:paraId="1A3271E9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1C48AEF2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2B6C2F57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16A08B3C" w14:textId="77777777" w:rsidTr="000563D2">
        <w:tc>
          <w:tcPr>
            <w:tcW w:w="2517" w:type="dxa"/>
          </w:tcPr>
          <w:p w14:paraId="5009C58C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517" w:type="dxa"/>
          </w:tcPr>
          <w:p w14:paraId="21EC63E7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04C158CF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0878A00B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790B36D9" w14:textId="77777777" w:rsidTr="000563D2">
        <w:tc>
          <w:tcPr>
            <w:tcW w:w="2517" w:type="dxa"/>
          </w:tcPr>
          <w:p w14:paraId="280A29FB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4</w:t>
            </w:r>
          </w:p>
        </w:tc>
        <w:tc>
          <w:tcPr>
            <w:tcW w:w="2517" w:type="dxa"/>
          </w:tcPr>
          <w:p w14:paraId="28F949F7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7E976304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10BE8BF0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67BCFF66" w14:textId="77777777" w:rsidTr="000563D2">
        <w:tc>
          <w:tcPr>
            <w:tcW w:w="2517" w:type="dxa"/>
          </w:tcPr>
          <w:p w14:paraId="3E4419AB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5</w:t>
            </w:r>
          </w:p>
        </w:tc>
        <w:tc>
          <w:tcPr>
            <w:tcW w:w="2517" w:type="dxa"/>
          </w:tcPr>
          <w:p w14:paraId="55999242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7F8CBF58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55959D36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4A20FF25" w14:textId="77777777" w:rsidTr="000563D2">
        <w:tc>
          <w:tcPr>
            <w:tcW w:w="2517" w:type="dxa"/>
          </w:tcPr>
          <w:p w14:paraId="589EE3A4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6</w:t>
            </w:r>
          </w:p>
        </w:tc>
        <w:tc>
          <w:tcPr>
            <w:tcW w:w="2517" w:type="dxa"/>
          </w:tcPr>
          <w:p w14:paraId="628FE085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44A53545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10F96193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1B27B9E2" w14:textId="77777777" w:rsidTr="000563D2">
        <w:tc>
          <w:tcPr>
            <w:tcW w:w="2517" w:type="dxa"/>
          </w:tcPr>
          <w:p w14:paraId="6EE917DD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7</w:t>
            </w:r>
          </w:p>
        </w:tc>
        <w:tc>
          <w:tcPr>
            <w:tcW w:w="2517" w:type="dxa"/>
          </w:tcPr>
          <w:p w14:paraId="7F4568ED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24D73ED1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70918EFF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0CF60B76" w14:textId="77777777" w:rsidTr="000563D2">
        <w:tc>
          <w:tcPr>
            <w:tcW w:w="2517" w:type="dxa"/>
          </w:tcPr>
          <w:p w14:paraId="5E12E6A5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8</w:t>
            </w:r>
          </w:p>
        </w:tc>
        <w:tc>
          <w:tcPr>
            <w:tcW w:w="2517" w:type="dxa"/>
          </w:tcPr>
          <w:p w14:paraId="16273617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7952C447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7740D346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28AABDA9" w14:textId="77777777" w:rsidTr="000563D2">
        <w:tc>
          <w:tcPr>
            <w:tcW w:w="2517" w:type="dxa"/>
          </w:tcPr>
          <w:p w14:paraId="5622580D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9</w:t>
            </w:r>
          </w:p>
        </w:tc>
        <w:tc>
          <w:tcPr>
            <w:tcW w:w="2517" w:type="dxa"/>
          </w:tcPr>
          <w:p w14:paraId="7E98CEAC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473DA886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23770941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B55E2D" w14:paraId="0C19D1DA" w14:textId="77777777" w:rsidTr="000563D2">
        <w:tc>
          <w:tcPr>
            <w:tcW w:w="2517" w:type="dxa"/>
          </w:tcPr>
          <w:p w14:paraId="393AB4F7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10</w:t>
            </w:r>
          </w:p>
        </w:tc>
        <w:tc>
          <w:tcPr>
            <w:tcW w:w="2517" w:type="dxa"/>
          </w:tcPr>
          <w:p w14:paraId="1C3D46E4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75D56687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14:paraId="16CB30BF" w14:textId="77777777" w:rsidR="00B55E2D" w:rsidRDefault="00B55E2D" w:rsidP="000563D2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</w:tbl>
    <w:p w14:paraId="55945017" w14:textId="77777777" w:rsidR="00B55E2D" w:rsidRPr="00B55E2D" w:rsidRDefault="00B55E2D" w:rsidP="00B55E2D">
      <w:pPr>
        <w:rPr>
          <w:rFonts w:ascii="Calibri" w:eastAsia="Times New Roman" w:hAnsi="Calibri" w:cs="Times New Roman"/>
          <w:sz w:val="22"/>
          <w:szCs w:val="22"/>
        </w:rPr>
      </w:pPr>
    </w:p>
    <w:p w14:paraId="35D16F87" w14:textId="77777777" w:rsidR="00B55E2D" w:rsidRPr="00B55E2D" w:rsidRDefault="00B55E2D" w:rsidP="00411592">
      <w:pPr>
        <w:spacing w:line="276" w:lineRule="auto"/>
        <w:rPr>
          <w:b/>
        </w:rPr>
      </w:pPr>
      <w:r w:rsidRPr="00B55E2D">
        <w:rPr>
          <w:b/>
        </w:rPr>
        <w:t xml:space="preserve">Graph BOTH procedures below. </w:t>
      </w:r>
      <w:r>
        <w:rPr>
          <w:b/>
        </w:rPr>
        <w:t xml:space="preserve">Connect your data points. </w:t>
      </w:r>
      <w:r w:rsidRPr="00B55E2D">
        <w:rPr>
          <w:b/>
        </w:rPr>
        <w:t>Use a different color for each procedure, and make it clear which is which.</w:t>
      </w:r>
    </w:p>
    <w:p w14:paraId="3EB05A78" w14:textId="77777777" w:rsidR="00B55E2D" w:rsidRDefault="00B55E2D" w:rsidP="00411592">
      <w:pPr>
        <w:spacing w:line="276" w:lineRule="auto"/>
      </w:pPr>
      <w:r>
        <w:rPr>
          <w:noProof/>
        </w:rPr>
        <w:drawing>
          <wp:inline distT="0" distB="0" distL="0" distR="0" wp14:anchorId="751CF173" wp14:editId="32DABAB9">
            <wp:extent cx="5656010" cy="5757676"/>
            <wp:effectExtent l="0" t="0" r="8255" b="8255"/>
            <wp:docPr id="1" name="Picture 1" descr="/var/folders/vy/24gwhyj51c98sr6b1gc0qnsr0000gn/T/com.skitch.skitch/DMD082EF82F-4C5E-4410-A51D-4801FEC9B2C6/Microsoft_Word_-_Pennium_Half_Life_Lab_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vy/24gwhyj51c98sr6b1gc0qnsr0000gn/T/com.skitch.skitch/DMD082EF82F-4C5E-4410-A51D-4801FEC9B2C6/Microsoft_Word_-_Pennium_Half_Life_Lab_do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3" cy="5794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B91ED" w14:textId="77777777" w:rsidR="00B55E2D" w:rsidRPr="00B55E2D" w:rsidRDefault="00B55E2D" w:rsidP="00411592">
      <w:pPr>
        <w:spacing w:line="276" w:lineRule="auto"/>
        <w:rPr>
          <w:b/>
          <w:u w:val="single"/>
        </w:rPr>
      </w:pPr>
      <w:r w:rsidRPr="00B55E2D">
        <w:rPr>
          <w:b/>
          <w:u w:val="single"/>
        </w:rPr>
        <w:t>Post-Simulation Questions</w:t>
      </w:r>
      <w:r>
        <w:rPr>
          <w:b/>
          <w:u w:val="single"/>
        </w:rPr>
        <w:t xml:space="preserve"> (answer below or on a separate sheet of paper and WRITE IN SENTENCES for questions 4-8!</w:t>
      </w:r>
    </w:p>
    <w:p w14:paraId="1B69ECE5" w14:textId="77777777" w:rsidR="00B55E2D" w:rsidRPr="00B55E2D" w:rsidRDefault="00B55E2D" w:rsidP="00411592">
      <w:pPr>
        <w:spacing w:line="276" w:lineRule="auto"/>
        <w:rPr>
          <w:rFonts w:ascii="Calibri" w:hAnsi="Calibri"/>
        </w:rPr>
      </w:pPr>
    </w:p>
    <w:p w14:paraId="49B1BEB8" w14:textId="77777777" w:rsidR="00B55E2D" w:rsidRPr="00B55E2D" w:rsidRDefault="00B55E2D" w:rsidP="00B55E2D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B55E2D">
        <w:rPr>
          <w:rFonts w:ascii="Calibri" w:eastAsia="Times New Roman" w:hAnsi="Calibri" w:cs="Times New Roman"/>
        </w:rPr>
        <w:t xml:space="preserve">In the experiment, what was the half-life of the element </w:t>
      </w:r>
      <w:proofErr w:type="spellStart"/>
      <w:r w:rsidRPr="00B55E2D">
        <w:rPr>
          <w:rFonts w:ascii="Calibri" w:eastAsia="Times New Roman" w:hAnsi="Calibri" w:cs="Times New Roman"/>
        </w:rPr>
        <w:t>pennium</w:t>
      </w:r>
      <w:proofErr w:type="spellEnd"/>
      <w:r w:rsidRPr="00B55E2D">
        <w:rPr>
          <w:rFonts w:ascii="Calibri" w:eastAsia="Times New Roman" w:hAnsi="Calibri" w:cs="Times New Roman"/>
        </w:rPr>
        <w:t xml:space="preserve"> in Procedure 1?</w:t>
      </w:r>
    </w:p>
    <w:p w14:paraId="42EE7528" w14:textId="77777777" w:rsidR="00B55E2D" w:rsidRPr="00B55E2D" w:rsidRDefault="00B55E2D" w:rsidP="00B55E2D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B55E2D">
        <w:rPr>
          <w:rFonts w:ascii="Calibri" w:eastAsia="Times New Roman" w:hAnsi="Calibri" w:cs="Times New Roman"/>
        </w:rPr>
        <w:t xml:space="preserve">In the experiment, what was the half-life of the element </w:t>
      </w:r>
      <w:proofErr w:type="spellStart"/>
      <w:r w:rsidRPr="00B55E2D">
        <w:rPr>
          <w:rFonts w:ascii="Calibri" w:eastAsia="Times New Roman" w:hAnsi="Calibri" w:cs="Times New Roman"/>
        </w:rPr>
        <w:t>pennium</w:t>
      </w:r>
      <w:proofErr w:type="spellEnd"/>
      <w:r w:rsidRPr="00B55E2D">
        <w:rPr>
          <w:rFonts w:ascii="Calibri" w:eastAsia="Times New Roman" w:hAnsi="Calibri" w:cs="Times New Roman"/>
        </w:rPr>
        <w:t xml:space="preserve"> in Procedure 2?</w:t>
      </w:r>
    </w:p>
    <w:p w14:paraId="511150FA" w14:textId="77777777" w:rsidR="00B55E2D" w:rsidRPr="00B55E2D" w:rsidRDefault="00B55E2D" w:rsidP="00B55E2D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B55E2D">
        <w:rPr>
          <w:rFonts w:ascii="Calibri" w:eastAsia="Times New Roman" w:hAnsi="Calibri" w:cs="Times New Roman"/>
        </w:rPr>
        <w:t xml:space="preserve">After two half-lives, what fraction of the atoms of </w:t>
      </w:r>
      <w:proofErr w:type="spellStart"/>
      <w:r w:rsidRPr="00B55E2D">
        <w:rPr>
          <w:rFonts w:ascii="Calibri" w:eastAsia="Times New Roman" w:hAnsi="Calibri" w:cs="Times New Roman"/>
        </w:rPr>
        <w:t>pennium</w:t>
      </w:r>
      <w:proofErr w:type="spellEnd"/>
      <w:r w:rsidRPr="00B55E2D">
        <w:rPr>
          <w:rFonts w:ascii="Calibri" w:eastAsia="Times New Roman" w:hAnsi="Calibri" w:cs="Times New Roman"/>
        </w:rPr>
        <w:t xml:space="preserve"> (Procedure 1) had not decayed? </w:t>
      </w:r>
    </w:p>
    <w:p w14:paraId="205C71AC" w14:textId="77777777" w:rsidR="00B55E2D" w:rsidRPr="00B55E2D" w:rsidRDefault="00B55E2D" w:rsidP="00B55E2D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B55E2D">
        <w:rPr>
          <w:rFonts w:ascii="Calibri" w:eastAsia="Times New Roman" w:hAnsi="Calibri" w:cs="Times New Roman"/>
        </w:rPr>
        <w:t>Compare the shape of the two graphs you drew.</w:t>
      </w:r>
      <w:bookmarkStart w:id="0" w:name="_GoBack"/>
      <w:bookmarkEnd w:id="0"/>
    </w:p>
    <w:p w14:paraId="158187B6" w14:textId="77777777" w:rsidR="00B55E2D" w:rsidRPr="00B55E2D" w:rsidRDefault="00B55E2D" w:rsidP="00B55E2D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B55E2D">
        <w:rPr>
          <w:rFonts w:ascii="Calibri" w:eastAsia="Times New Roman" w:hAnsi="Calibri" w:cs="Times New Roman"/>
        </w:rPr>
        <w:t>Does half-life depend on how much of an element you started with? Explain.</w:t>
      </w:r>
    </w:p>
    <w:p w14:paraId="25401BBF" w14:textId="77777777" w:rsidR="00B55E2D" w:rsidRPr="00B55E2D" w:rsidRDefault="00B55E2D" w:rsidP="00B55E2D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B55E2D">
        <w:rPr>
          <w:rFonts w:ascii="Calibri" w:eastAsia="Times New Roman" w:hAnsi="Calibri" w:cs="Times New Roman"/>
        </w:rPr>
        <w:t>Does the decay curve depend on how much you started with or the half-life? Explain.</w:t>
      </w:r>
    </w:p>
    <w:p w14:paraId="277544EE" w14:textId="77777777" w:rsidR="00B55E2D" w:rsidRPr="00B55E2D" w:rsidRDefault="00B55E2D" w:rsidP="00B55E2D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B55E2D">
        <w:rPr>
          <w:rFonts w:ascii="Calibri" w:hAnsi="Calibri"/>
        </w:rPr>
        <w:t xml:space="preserve">Does exactly the same fraction of </w:t>
      </w:r>
      <w:proofErr w:type="spellStart"/>
      <w:r w:rsidRPr="00B55E2D">
        <w:rPr>
          <w:rFonts w:ascii="Calibri" w:hAnsi="Calibri"/>
        </w:rPr>
        <w:t>pennium</w:t>
      </w:r>
      <w:proofErr w:type="spellEnd"/>
      <w:r w:rsidRPr="00B55E2D">
        <w:rPr>
          <w:rFonts w:ascii="Calibri" w:hAnsi="Calibri"/>
        </w:rPr>
        <w:t xml:space="preserve"> atoms decay during each half-life? What does this suggest about half-life?</w:t>
      </w:r>
    </w:p>
    <w:p w14:paraId="58E2306E" w14:textId="78655436" w:rsidR="00B55E2D" w:rsidRDefault="00B55E2D" w:rsidP="00B55E2D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B55E2D">
        <w:rPr>
          <w:rFonts w:ascii="Calibri" w:hAnsi="Calibri"/>
        </w:rPr>
        <w:t xml:space="preserve">What are such variations not likely to be obvious </w:t>
      </w:r>
      <w:r w:rsidR="00207B19">
        <w:rPr>
          <w:rFonts w:ascii="Calibri" w:hAnsi="Calibri"/>
        </w:rPr>
        <w:t>when actual atoms are involved?</w:t>
      </w:r>
    </w:p>
    <w:p w14:paraId="7868E138" w14:textId="77777777" w:rsidR="00B55E2D" w:rsidRDefault="00B55E2D" w:rsidP="00B55E2D">
      <w:pPr>
        <w:rPr>
          <w:rFonts w:ascii="Calibri" w:hAnsi="Calibri"/>
        </w:rPr>
      </w:pPr>
    </w:p>
    <w:p w14:paraId="6A952BCF" w14:textId="77777777" w:rsidR="00B55E2D" w:rsidRDefault="00B55E2D" w:rsidP="00B55E2D">
      <w:pPr>
        <w:spacing w:line="360" w:lineRule="auto"/>
        <w:rPr>
          <w:rFonts w:ascii="Calibri" w:hAnsi="Calibri"/>
        </w:rPr>
      </w:pPr>
    </w:p>
    <w:p w14:paraId="77BE97CF" w14:textId="77777777" w:rsidR="00B55E2D" w:rsidRDefault="00B55E2D" w:rsidP="00B55E2D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alibri" w:hAnsi="Calibri"/>
        </w:rPr>
      </w:pPr>
    </w:p>
    <w:p w14:paraId="65D2EAD1" w14:textId="77777777" w:rsidR="00B55E2D" w:rsidRDefault="00B55E2D" w:rsidP="00B55E2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alibri" w:hAnsi="Calibri"/>
        </w:rPr>
      </w:pPr>
    </w:p>
    <w:p w14:paraId="67872F43" w14:textId="77777777" w:rsidR="00B55E2D" w:rsidRDefault="00B55E2D" w:rsidP="00B55E2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alibri" w:hAnsi="Calibri"/>
        </w:rPr>
      </w:pPr>
    </w:p>
    <w:p w14:paraId="482D074A" w14:textId="77777777" w:rsidR="00B55E2D" w:rsidRDefault="00B55E2D" w:rsidP="00B55E2D">
      <w:pPr>
        <w:spacing w:line="360" w:lineRule="auto"/>
        <w:rPr>
          <w:rFonts w:ascii="Calibri" w:hAnsi="Calibri"/>
        </w:rPr>
      </w:pPr>
    </w:p>
    <w:p w14:paraId="027D7595" w14:textId="77777777" w:rsidR="00B55E2D" w:rsidRDefault="00B55E2D" w:rsidP="00B55E2D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alibri" w:hAnsi="Calibri"/>
        </w:rPr>
      </w:pPr>
    </w:p>
    <w:p w14:paraId="2214847C" w14:textId="77777777" w:rsidR="00B55E2D" w:rsidRDefault="00B55E2D" w:rsidP="00B55E2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alibri" w:hAnsi="Calibri"/>
        </w:rPr>
      </w:pPr>
    </w:p>
    <w:p w14:paraId="082B5B19" w14:textId="77777777" w:rsidR="00B55E2D" w:rsidRDefault="00B55E2D" w:rsidP="00B55E2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alibri" w:hAnsi="Calibri"/>
        </w:rPr>
      </w:pPr>
    </w:p>
    <w:p w14:paraId="02529498" w14:textId="77777777" w:rsidR="00B55E2D" w:rsidRDefault="00B55E2D" w:rsidP="00B55E2D">
      <w:pPr>
        <w:spacing w:line="360" w:lineRule="auto"/>
        <w:rPr>
          <w:rFonts w:ascii="Calibri" w:hAnsi="Calibri"/>
        </w:rPr>
      </w:pPr>
    </w:p>
    <w:p w14:paraId="351B3BC6" w14:textId="77777777" w:rsidR="00B55E2D" w:rsidRDefault="00B55E2D" w:rsidP="00B55E2D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alibri" w:hAnsi="Calibri"/>
        </w:rPr>
      </w:pPr>
    </w:p>
    <w:p w14:paraId="70D0E961" w14:textId="77777777" w:rsidR="00B55E2D" w:rsidRDefault="00B55E2D" w:rsidP="00B55E2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alibri" w:hAnsi="Calibri"/>
        </w:rPr>
      </w:pPr>
    </w:p>
    <w:p w14:paraId="199625E7" w14:textId="77777777" w:rsidR="00B55E2D" w:rsidRDefault="00B55E2D" w:rsidP="00B55E2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alibri" w:hAnsi="Calibri"/>
        </w:rPr>
      </w:pPr>
    </w:p>
    <w:p w14:paraId="3038C58B" w14:textId="77777777" w:rsidR="00B55E2D" w:rsidRDefault="00B55E2D" w:rsidP="00B55E2D">
      <w:pPr>
        <w:spacing w:line="360" w:lineRule="auto"/>
        <w:rPr>
          <w:rFonts w:ascii="Calibri" w:hAnsi="Calibri"/>
        </w:rPr>
      </w:pPr>
    </w:p>
    <w:p w14:paraId="0CFF28EF" w14:textId="77777777" w:rsidR="00B55E2D" w:rsidRDefault="00B55E2D" w:rsidP="00B55E2D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alibri" w:hAnsi="Calibri"/>
        </w:rPr>
      </w:pPr>
    </w:p>
    <w:p w14:paraId="33D21E95" w14:textId="77777777" w:rsidR="00B55E2D" w:rsidRDefault="00B55E2D" w:rsidP="00B55E2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alibri" w:hAnsi="Calibri"/>
        </w:rPr>
      </w:pPr>
    </w:p>
    <w:p w14:paraId="1EEC1817" w14:textId="77777777" w:rsidR="00B55E2D" w:rsidRDefault="00B55E2D" w:rsidP="00B55E2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alibri" w:hAnsi="Calibri"/>
        </w:rPr>
      </w:pPr>
    </w:p>
    <w:p w14:paraId="6264FBA7" w14:textId="77777777" w:rsidR="00B55E2D" w:rsidRDefault="00B55E2D" w:rsidP="00B55E2D">
      <w:pPr>
        <w:spacing w:line="360" w:lineRule="auto"/>
        <w:rPr>
          <w:rFonts w:ascii="Calibri" w:hAnsi="Calibri"/>
        </w:rPr>
      </w:pPr>
    </w:p>
    <w:p w14:paraId="57171294" w14:textId="77777777" w:rsidR="00B55E2D" w:rsidRDefault="00B55E2D" w:rsidP="00B55E2D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alibri" w:hAnsi="Calibri"/>
        </w:rPr>
      </w:pPr>
    </w:p>
    <w:p w14:paraId="2B309A99" w14:textId="77777777" w:rsidR="00B55E2D" w:rsidRDefault="00B55E2D" w:rsidP="00B55E2D">
      <w:pPr>
        <w:pBdr>
          <w:bottom w:val="single" w:sz="12" w:space="1" w:color="auto"/>
          <w:between w:val="single" w:sz="12" w:space="1" w:color="auto"/>
        </w:pBdr>
        <w:spacing w:line="360" w:lineRule="auto"/>
        <w:rPr>
          <w:rFonts w:ascii="Calibri" w:hAnsi="Calibri"/>
        </w:rPr>
      </w:pPr>
    </w:p>
    <w:p w14:paraId="02A7A977" w14:textId="77777777" w:rsidR="00B55E2D" w:rsidRPr="00B55E2D" w:rsidRDefault="00B55E2D" w:rsidP="00B55E2D">
      <w:pPr>
        <w:rPr>
          <w:rFonts w:ascii="Calibri" w:hAnsi="Calibri"/>
        </w:rPr>
      </w:pPr>
    </w:p>
    <w:sectPr w:rsidR="00B55E2D" w:rsidRPr="00B55E2D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33F75"/>
    <w:multiLevelType w:val="hybridMultilevel"/>
    <w:tmpl w:val="668C9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65E0B"/>
    <w:multiLevelType w:val="hybridMultilevel"/>
    <w:tmpl w:val="9F6673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1E0BA2"/>
    <w:multiLevelType w:val="hybridMultilevel"/>
    <w:tmpl w:val="039AAD76"/>
    <w:lvl w:ilvl="0" w:tplc="799A7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F124E"/>
    <w:multiLevelType w:val="hybridMultilevel"/>
    <w:tmpl w:val="E7EE5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44675"/>
    <w:multiLevelType w:val="hybridMultilevel"/>
    <w:tmpl w:val="778ED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E2D"/>
    <w:rsid w:val="00043F64"/>
    <w:rsid w:val="000F12BF"/>
    <w:rsid w:val="00207B19"/>
    <w:rsid w:val="00411592"/>
    <w:rsid w:val="00460837"/>
    <w:rsid w:val="00B5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8B09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55E2D"/>
    <w:pPr>
      <w:keepNext/>
      <w:jc w:val="center"/>
      <w:outlineLvl w:val="0"/>
    </w:pPr>
    <w:rPr>
      <w:rFonts w:ascii="Arial" w:eastAsia="Times New Roman" w:hAnsi="Arial" w:cs="Times New Roman"/>
      <w:b/>
      <w:bCs/>
      <w:noProof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E2D"/>
    <w:pPr>
      <w:ind w:left="720"/>
      <w:contextualSpacing/>
    </w:pPr>
  </w:style>
  <w:style w:type="table" w:styleId="TableGrid">
    <w:name w:val="Table Grid"/>
    <w:basedOn w:val="TableNormal"/>
    <w:uiPriority w:val="39"/>
    <w:rsid w:val="00B55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B55E2D"/>
    <w:rPr>
      <w:rFonts w:ascii="Arial" w:eastAsia="Times New Roman" w:hAnsi="Arial" w:cs="Times New Roman"/>
      <w:b/>
      <w:bCs/>
      <w:noProof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0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7</TotalTime>
  <Pages>3</Pages>
  <Words>374</Words>
  <Characters>1894</Characters>
  <Application>Microsoft Macintosh Word</Application>
  <DocSecurity>0</DocSecurity>
  <Lines>236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dcterms:created xsi:type="dcterms:W3CDTF">2017-10-29T18:31:00Z</dcterms:created>
  <dcterms:modified xsi:type="dcterms:W3CDTF">2017-10-30T13:33:00Z</dcterms:modified>
</cp:coreProperties>
</file>